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F05" w:rsidRDefault="00C81F05" w:rsidP="00C81F05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</w:rPr>
      </w:pPr>
      <w:r>
        <w:rPr>
          <w:rFonts w:ascii="Verdana" w:hAnsi="Verdana" w:cs="Verdana"/>
        </w:rPr>
        <w:t>Who My Character Is</w:t>
      </w:r>
    </w:p>
    <w:p w:rsidR="00C81F05" w:rsidRDefault="00C81F05" w:rsidP="00C81F0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Pick a character. With that character in mind, fill out the table below.</w:t>
      </w:r>
    </w:p>
    <w:p w:rsidR="006B4C3E" w:rsidRDefault="006B4C3E" w:rsidP="00C81F0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tbl>
      <w:tblPr>
        <w:tblStyle w:val="TableGrid"/>
        <w:tblW w:w="0" w:type="auto"/>
        <w:tblInd w:w="622" w:type="dxa"/>
        <w:tblLook w:val="04A0" w:firstRow="1" w:lastRow="0" w:firstColumn="1" w:lastColumn="0" w:noHBand="0" w:noVBand="1"/>
      </w:tblPr>
      <w:tblGrid>
        <w:gridCol w:w="4788"/>
        <w:gridCol w:w="4788"/>
      </w:tblGrid>
      <w:tr w:rsidR="00C81F05" w:rsidTr="00C81F05">
        <w:tc>
          <w:tcPr>
            <w:tcW w:w="4788" w:type="dxa"/>
          </w:tcPr>
          <w:p w:rsidR="00C81F05" w:rsidRDefault="00C81F05" w:rsidP="00C81F05">
            <w:pPr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Likes</w:t>
            </w:r>
          </w:p>
          <w:p w:rsidR="00C81F05" w:rsidRDefault="00C81F05" w:rsidP="00C81F05">
            <w:pPr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</w:p>
          <w:p w:rsidR="00C81F05" w:rsidRDefault="00C81F05" w:rsidP="00C81F05">
            <w:pPr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</w:p>
          <w:p w:rsidR="00C81F05" w:rsidRDefault="00C81F05" w:rsidP="00C81F05">
            <w:pPr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</w:p>
          <w:p w:rsidR="00C81F05" w:rsidRDefault="00C81F05" w:rsidP="00C81F05">
            <w:pPr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</w:p>
          <w:p w:rsidR="00C81F05" w:rsidRDefault="00C81F05" w:rsidP="00C81F05">
            <w:pPr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</w:p>
          <w:p w:rsidR="00C81F05" w:rsidRDefault="00C81F05" w:rsidP="00C81F05">
            <w:pPr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</w:p>
          <w:p w:rsidR="00C81F05" w:rsidRDefault="00C81F05" w:rsidP="00C81F05">
            <w:pPr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</w:p>
          <w:p w:rsidR="00C81F05" w:rsidRDefault="00C81F05" w:rsidP="00C81F05">
            <w:pPr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</w:p>
          <w:p w:rsidR="00C81F05" w:rsidRDefault="00C81F05" w:rsidP="00C81F05">
            <w:pPr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</w:p>
          <w:p w:rsidR="00C81F05" w:rsidRDefault="00C81F05" w:rsidP="00C81F05">
            <w:pPr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</w:p>
          <w:p w:rsidR="00C81F05" w:rsidRDefault="00C81F05" w:rsidP="00C81F05">
            <w:pPr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</w:p>
          <w:p w:rsidR="00C81F05" w:rsidRDefault="00C81F05" w:rsidP="00C81F05">
            <w:pPr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</w:p>
          <w:p w:rsidR="00C81F05" w:rsidRDefault="00C81F05" w:rsidP="00C81F05">
            <w:pPr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</w:p>
        </w:tc>
        <w:tc>
          <w:tcPr>
            <w:tcW w:w="4788" w:type="dxa"/>
          </w:tcPr>
          <w:p w:rsidR="00C81F05" w:rsidRDefault="00C81F05" w:rsidP="00C81F05">
            <w:pPr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Dislikes</w:t>
            </w:r>
          </w:p>
        </w:tc>
      </w:tr>
      <w:tr w:rsidR="00C81F05" w:rsidTr="00C81F05">
        <w:tc>
          <w:tcPr>
            <w:tcW w:w="4788" w:type="dxa"/>
          </w:tcPr>
          <w:p w:rsidR="00C81F05" w:rsidRDefault="00C81F05" w:rsidP="00C81F05">
            <w:pPr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Hopes</w:t>
            </w:r>
          </w:p>
          <w:p w:rsidR="00C81F05" w:rsidRDefault="00C81F05" w:rsidP="00C81F05">
            <w:pPr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</w:p>
          <w:p w:rsidR="00C81F05" w:rsidRDefault="00C81F05" w:rsidP="00C81F05">
            <w:pPr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</w:p>
          <w:p w:rsidR="00C81F05" w:rsidRDefault="00C81F05" w:rsidP="00C81F05">
            <w:pPr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</w:p>
          <w:p w:rsidR="00C81F05" w:rsidRDefault="00C81F05" w:rsidP="00C81F05">
            <w:pPr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</w:p>
          <w:p w:rsidR="00C81F05" w:rsidRDefault="00C81F05" w:rsidP="00C81F05">
            <w:pPr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</w:p>
          <w:p w:rsidR="00C81F05" w:rsidRDefault="00C81F05" w:rsidP="00C81F05">
            <w:pPr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</w:p>
          <w:p w:rsidR="00C81F05" w:rsidRDefault="00C81F05" w:rsidP="00C81F05">
            <w:pPr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</w:p>
          <w:p w:rsidR="00C81F05" w:rsidRDefault="00C81F05" w:rsidP="00C81F05">
            <w:pPr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</w:p>
          <w:p w:rsidR="00C81F05" w:rsidRDefault="00C81F05" w:rsidP="00C81F05">
            <w:pPr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</w:p>
          <w:p w:rsidR="00C81F05" w:rsidRDefault="00C81F05" w:rsidP="00C81F05">
            <w:pPr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bookmarkStart w:id="0" w:name="_GoBack"/>
            <w:bookmarkEnd w:id="0"/>
          </w:p>
          <w:p w:rsidR="00C81F05" w:rsidRDefault="00C81F05" w:rsidP="00C81F05">
            <w:pPr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</w:p>
          <w:p w:rsidR="00C81F05" w:rsidRDefault="00C81F05" w:rsidP="00C81F05">
            <w:pPr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</w:p>
        </w:tc>
        <w:tc>
          <w:tcPr>
            <w:tcW w:w="4788" w:type="dxa"/>
          </w:tcPr>
          <w:p w:rsidR="00C81F05" w:rsidRDefault="00C81F05" w:rsidP="00C81F05">
            <w:pPr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Fears</w:t>
            </w:r>
          </w:p>
        </w:tc>
      </w:tr>
    </w:tbl>
    <w:p w:rsidR="000C57B8" w:rsidRPr="00C81F05" w:rsidRDefault="00C81F05" w:rsidP="00C81F05">
      <w:pPr>
        <w:rPr>
          <w:rFonts w:ascii="Times New Roman" w:hAnsi="Times New Roman" w:cs="Times New Roman"/>
          <w:sz w:val="24"/>
          <w:szCs w:val="24"/>
        </w:rPr>
      </w:pPr>
      <w:r w:rsidRPr="00C81F05">
        <w:rPr>
          <w:rFonts w:ascii="Times New Roman" w:hAnsi="Times New Roman" w:cs="Times New Roman"/>
          <w:sz w:val="24"/>
          <w:szCs w:val="24"/>
        </w:rPr>
        <w:t>After completing the organizer, use your details to write a monologue in the voice of that character.</w:t>
      </w:r>
    </w:p>
    <w:p w:rsidR="00C81F05" w:rsidRPr="00C81F05" w:rsidRDefault="00C81F05" w:rsidP="00C81F05">
      <w:pPr>
        <w:rPr>
          <w:rFonts w:ascii="Times New Roman" w:hAnsi="Times New Roman" w:cs="Times New Roman"/>
          <w:sz w:val="24"/>
          <w:szCs w:val="24"/>
        </w:rPr>
      </w:pPr>
      <w:r w:rsidRPr="00C81F05">
        <w:rPr>
          <w:rFonts w:ascii="Times New Roman" w:hAnsi="Times New Roman" w:cs="Times New Roman"/>
          <w:sz w:val="24"/>
          <w:szCs w:val="24"/>
        </w:rPr>
        <w:t>Assignment: Why does your selected person feel the world was/was not a fair and just place?</w:t>
      </w:r>
    </w:p>
    <w:p w:rsidR="00C81F05" w:rsidRPr="00C81F05" w:rsidRDefault="00C81F05" w:rsidP="00C81F05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81F05">
        <w:rPr>
          <w:rFonts w:ascii="Times New Roman" w:hAnsi="Times New Roman" w:cs="Times New Roman"/>
          <w:sz w:val="24"/>
          <w:szCs w:val="24"/>
        </w:rPr>
        <w:t>Evidence 1</w:t>
      </w:r>
      <w:r>
        <w:rPr>
          <w:rFonts w:ascii="Times New Roman" w:hAnsi="Times New Roman" w:cs="Times New Roman"/>
          <w:sz w:val="24"/>
          <w:szCs w:val="24"/>
        </w:rPr>
        <w:t xml:space="preserve"> (Direct reason from the text.)</w:t>
      </w:r>
      <w:proofErr w:type="gramEnd"/>
    </w:p>
    <w:p w:rsidR="00C81F05" w:rsidRPr="00C81F05" w:rsidRDefault="00C81F05" w:rsidP="00C81F05">
      <w:pPr>
        <w:rPr>
          <w:rFonts w:ascii="Times New Roman" w:hAnsi="Times New Roman" w:cs="Times New Roman"/>
          <w:sz w:val="24"/>
          <w:szCs w:val="24"/>
        </w:rPr>
      </w:pPr>
    </w:p>
    <w:p w:rsidR="00C81F05" w:rsidRPr="00C81F05" w:rsidRDefault="00C81F05" w:rsidP="00C81F05">
      <w:pPr>
        <w:rPr>
          <w:rFonts w:ascii="Times New Roman" w:hAnsi="Times New Roman" w:cs="Times New Roman"/>
          <w:sz w:val="24"/>
          <w:szCs w:val="24"/>
        </w:rPr>
      </w:pPr>
      <w:r w:rsidRPr="00C81F05">
        <w:rPr>
          <w:rFonts w:ascii="Times New Roman" w:hAnsi="Times New Roman" w:cs="Times New Roman"/>
          <w:sz w:val="24"/>
          <w:szCs w:val="24"/>
        </w:rPr>
        <w:t>Evidence 2</w:t>
      </w:r>
    </w:p>
    <w:p w:rsidR="00C81F05" w:rsidRPr="00C81F05" w:rsidRDefault="00C81F05" w:rsidP="00C81F05">
      <w:pPr>
        <w:rPr>
          <w:rFonts w:ascii="Times New Roman" w:hAnsi="Times New Roman" w:cs="Times New Roman"/>
          <w:sz w:val="24"/>
          <w:szCs w:val="24"/>
        </w:rPr>
      </w:pPr>
    </w:p>
    <w:p w:rsidR="00C81F05" w:rsidRPr="00C81F05" w:rsidRDefault="00C81F05" w:rsidP="00C81F05">
      <w:pPr>
        <w:rPr>
          <w:rFonts w:ascii="Times New Roman" w:hAnsi="Times New Roman" w:cs="Times New Roman"/>
          <w:sz w:val="24"/>
          <w:szCs w:val="24"/>
        </w:rPr>
      </w:pPr>
      <w:r w:rsidRPr="00C81F05">
        <w:rPr>
          <w:rFonts w:ascii="Times New Roman" w:hAnsi="Times New Roman" w:cs="Times New Roman"/>
          <w:sz w:val="24"/>
          <w:szCs w:val="24"/>
        </w:rPr>
        <w:t>Evidence 3</w:t>
      </w:r>
    </w:p>
    <w:p w:rsidR="00C81F05" w:rsidRPr="00C81F05" w:rsidRDefault="00C81F05" w:rsidP="00C81F05">
      <w:pPr>
        <w:rPr>
          <w:rFonts w:ascii="Times New Roman" w:hAnsi="Times New Roman" w:cs="Times New Roman"/>
          <w:sz w:val="24"/>
          <w:szCs w:val="24"/>
        </w:rPr>
      </w:pPr>
    </w:p>
    <w:p w:rsidR="00C81F05" w:rsidRPr="00C81F05" w:rsidRDefault="00C81F05" w:rsidP="00C81F05">
      <w:pPr>
        <w:rPr>
          <w:rFonts w:ascii="Times New Roman" w:hAnsi="Times New Roman" w:cs="Times New Roman"/>
          <w:sz w:val="24"/>
          <w:szCs w:val="24"/>
        </w:rPr>
      </w:pPr>
      <w:r w:rsidRPr="00C81F05">
        <w:rPr>
          <w:rFonts w:ascii="Times New Roman" w:hAnsi="Times New Roman" w:cs="Times New Roman"/>
          <w:sz w:val="24"/>
          <w:szCs w:val="24"/>
        </w:rPr>
        <w:t>Inference 1</w:t>
      </w:r>
      <w:r>
        <w:rPr>
          <w:rFonts w:ascii="Times New Roman" w:hAnsi="Times New Roman" w:cs="Times New Roman"/>
          <w:sz w:val="24"/>
          <w:szCs w:val="24"/>
        </w:rPr>
        <w:t xml:space="preserve"> (What did your character think about the situation?)</w:t>
      </w:r>
    </w:p>
    <w:p w:rsidR="00C81F05" w:rsidRPr="00C81F05" w:rsidRDefault="00C81F05" w:rsidP="00C81F05">
      <w:pPr>
        <w:rPr>
          <w:rFonts w:ascii="Times New Roman" w:hAnsi="Times New Roman" w:cs="Times New Roman"/>
          <w:sz w:val="24"/>
          <w:szCs w:val="24"/>
        </w:rPr>
      </w:pPr>
    </w:p>
    <w:p w:rsidR="00C81F05" w:rsidRPr="00C81F05" w:rsidRDefault="00C81F05" w:rsidP="00C81F05">
      <w:pPr>
        <w:rPr>
          <w:rFonts w:ascii="Times New Roman" w:hAnsi="Times New Roman" w:cs="Times New Roman"/>
          <w:sz w:val="24"/>
          <w:szCs w:val="24"/>
        </w:rPr>
      </w:pPr>
      <w:r w:rsidRPr="00C81F05">
        <w:rPr>
          <w:rFonts w:ascii="Times New Roman" w:hAnsi="Times New Roman" w:cs="Times New Roman"/>
          <w:sz w:val="24"/>
          <w:szCs w:val="24"/>
        </w:rPr>
        <w:t>Inference 2</w:t>
      </w:r>
    </w:p>
    <w:p w:rsidR="00C81F05" w:rsidRPr="00C81F05" w:rsidRDefault="00C81F05" w:rsidP="00C81F05"/>
    <w:sectPr w:rsidR="00C81F05" w:rsidRPr="00C81F05" w:rsidSect="00C81F0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A509FB"/>
    <w:multiLevelType w:val="multilevel"/>
    <w:tmpl w:val="325C5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81F05"/>
    <w:rsid w:val="00112B76"/>
    <w:rsid w:val="0039039C"/>
    <w:rsid w:val="00574AE4"/>
    <w:rsid w:val="006B4C3E"/>
    <w:rsid w:val="00AD3179"/>
    <w:rsid w:val="00C81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39C"/>
  </w:style>
  <w:style w:type="paragraph" w:styleId="Heading1">
    <w:name w:val="heading 1"/>
    <w:basedOn w:val="Normal"/>
    <w:link w:val="Heading1Char"/>
    <w:uiPriority w:val="9"/>
    <w:qFormat/>
    <w:rsid w:val="00C81F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C81F0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81F0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C81F05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C81F0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81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81F05"/>
    <w:rPr>
      <w:b/>
      <w:bCs/>
    </w:rPr>
  </w:style>
  <w:style w:type="character" w:styleId="Emphasis">
    <w:name w:val="Emphasis"/>
    <w:basedOn w:val="DefaultParagraphFont"/>
    <w:uiPriority w:val="20"/>
    <w:qFormat/>
    <w:rsid w:val="00C81F05"/>
    <w:rPr>
      <w:i/>
      <w:iCs/>
    </w:rPr>
  </w:style>
  <w:style w:type="table" w:styleId="TableGrid">
    <w:name w:val="Table Grid"/>
    <w:basedOn w:val="TableNormal"/>
    <w:uiPriority w:val="59"/>
    <w:rsid w:val="00C81F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81F05"/>
    <w:pPr>
      <w:autoSpaceDE w:val="0"/>
      <w:autoSpaceDN w:val="0"/>
      <w:adjustRightInd w:val="0"/>
      <w:spacing w:after="0" w:line="240" w:lineRule="auto"/>
    </w:pPr>
    <w:rPr>
      <w:rFonts w:ascii="Lucida Sans Unicode" w:eastAsia="Calibri" w:hAnsi="Lucida Sans Unicode" w:cs="Lucida Sans Unicode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84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26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770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893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21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163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748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01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440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17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7096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5426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092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4792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85022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9543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40861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87376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8441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906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7458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73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78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BE2F3F81.dotm</Template>
  <TotalTime>14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</dc:creator>
  <cp:lastModifiedBy>Teacher</cp:lastModifiedBy>
  <cp:revision>3</cp:revision>
  <cp:lastPrinted>2012-07-26T17:44:00Z</cp:lastPrinted>
  <dcterms:created xsi:type="dcterms:W3CDTF">2012-07-25T17:45:00Z</dcterms:created>
  <dcterms:modified xsi:type="dcterms:W3CDTF">2012-07-26T17:44:00Z</dcterms:modified>
</cp:coreProperties>
</file>